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F7" w:rsidRPr="00B67AF7" w:rsidRDefault="00B67AF7" w:rsidP="00B67AF7">
      <w:pPr>
        <w:pStyle w:val="1"/>
        <w:spacing w:after="0" w:line="240" w:lineRule="auto"/>
        <w:ind w:left="3828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B67AF7">
        <w:rPr>
          <w:rFonts w:ascii="Times New Roman" w:hAnsi="Times New Roman"/>
          <w:sz w:val="28"/>
          <w:szCs w:val="28"/>
        </w:rPr>
        <w:t>ПРИЛОЖЕНИЕ № 5</w:t>
      </w:r>
    </w:p>
    <w:p w:rsidR="001D1094" w:rsidRPr="00B67AF7" w:rsidRDefault="001D1094" w:rsidP="001D1094">
      <w:pPr>
        <w:pStyle w:val="21"/>
        <w:shd w:val="clear" w:color="auto" w:fill="auto"/>
        <w:tabs>
          <w:tab w:val="left" w:pos="8072"/>
        </w:tabs>
        <w:spacing w:before="0" w:after="640" w:line="324" w:lineRule="exact"/>
        <w:ind w:left="3540"/>
        <w:jc w:val="center"/>
      </w:pPr>
      <w:r w:rsidRPr="00B67AF7">
        <w:t>к рекомендациям по организации</w:t>
      </w:r>
      <w:r w:rsidRPr="00B67AF7">
        <w:br/>
        <w:t xml:space="preserve">информационно-разъяснительной работы </w:t>
      </w:r>
      <w:r w:rsidRPr="00B67AF7">
        <w:br/>
      </w:r>
      <w:r w:rsidR="003D7311" w:rsidRPr="00B67AF7">
        <w:t>о порядке проведения государственной итоговой аттестации по образовательным программам основного общего и среднего общего образования</w:t>
      </w:r>
      <w:r w:rsidR="003D7311" w:rsidRPr="00B67AF7">
        <w:rPr>
          <w:b/>
          <w:sz w:val="28"/>
          <w:szCs w:val="28"/>
        </w:rPr>
        <w:t xml:space="preserve"> </w:t>
      </w:r>
      <w:r w:rsidR="00B67AF7" w:rsidRPr="00B67AF7">
        <w:t>в </w:t>
      </w:r>
      <w:r w:rsidRPr="00B67AF7">
        <w:t>Краснодарском крае в 2018-2019 учебном году</w:t>
      </w:r>
    </w:p>
    <w:p w:rsidR="004C04E4" w:rsidRPr="00B67AF7" w:rsidRDefault="004C04E4" w:rsidP="001D109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AF7">
        <w:rPr>
          <w:rFonts w:ascii="Times New Roman" w:hAnsi="Times New Roman" w:cs="Times New Roman"/>
          <w:b/>
          <w:sz w:val="28"/>
          <w:szCs w:val="28"/>
        </w:rPr>
        <w:t>Рекомендации по оформлению информационного блока</w:t>
      </w:r>
      <w:r w:rsidR="001D1094" w:rsidRPr="00B67AF7">
        <w:rPr>
          <w:rFonts w:ascii="Times New Roman" w:hAnsi="Times New Roman" w:cs="Times New Roman"/>
          <w:b/>
          <w:sz w:val="28"/>
          <w:szCs w:val="28"/>
        </w:rPr>
        <w:br/>
      </w:r>
      <w:r w:rsidRPr="00B67AF7">
        <w:rPr>
          <w:rFonts w:ascii="Times New Roman" w:hAnsi="Times New Roman" w:cs="Times New Roman"/>
          <w:b/>
          <w:sz w:val="28"/>
          <w:szCs w:val="28"/>
        </w:rPr>
        <w:t>по подготовке к ГИА-9</w:t>
      </w:r>
      <w:r w:rsidR="003D7311" w:rsidRPr="00B67AF7">
        <w:rPr>
          <w:rFonts w:ascii="Times New Roman" w:hAnsi="Times New Roman" w:cs="Times New Roman"/>
          <w:b/>
          <w:sz w:val="28"/>
          <w:szCs w:val="28"/>
        </w:rPr>
        <w:t xml:space="preserve"> и ГИА-11</w:t>
      </w:r>
      <w:r w:rsidRPr="00B67AF7">
        <w:rPr>
          <w:rFonts w:ascii="Times New Roman" w:hAnsi="Times New Roman" w:cs="Times New Roman"/>
          <w:b/>
          <w:sz w:val="28"/>
          <w:szCs w:val="28"/>
        </w:rPr>
        <w:t xml:space="preserve"> в библиотеке ОО</w:t>
      </w:r>
    </w:p>
    <w:p w:rsidR="004C04E4" w:rsidRPr="00B67AF7" w:rsidRDefault="004C04E4" w:rsidP="004C04E4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15D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библиотеке каждой ОО должен быть оформлен информационный блок 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ГИА-9 и ГИА-11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в виде стенда или уголка.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информационном блоке должны быть выставлены для ознакомления обучающихся и их родителей (законных представителей)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полные версии действующих нормативных документов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методически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материал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ы;</w:t>
      </w:r>
    </w:p>
    <w:p w:rsidR="00E9522B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демоверси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КИМов</w:t>
      </w:r>
      <w:proofErr w:type="spellEnd"/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всем предметам;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спецификации по учебным предметам;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тренировочные задания для подготовки к ГИА по каждому учебному предмету, рекомендованные Федеральным институтом педагогических измерений;</w:t>
      </w:r>
    </w:p>
    <w:p w:rsidR="00DD415D" w:rsidRPr="00B67AF7" w:rsidRDefault="00DD415D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дополнительные материалы для самостоятельной подготовки к сдаче ГИА по каждому учебному предмету</w:t>
      </w:r>
      <w:r w:rsidR="00E9522B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9522B" w:rsidRPr="00B67AF7" w:rsidRDefault="00963545" w:rsidP="0096354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hAnsi="Times New Roman" w:cs="Times New Roman"/>
          <w:sz w:val="28"/>
          <w:szCs w:val="28"/>
        </w:rPr>
        <w:t>перечень профессиональных образовательных организаций и образовательных организаций высшего образования со списком ссылок на их интернет-сайты;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профилей, открываемых в ОО муниципального образования</w:t>
      </w:r>
      <w:r w:rsidR="008024E6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примерный перечень учебных предметов по выбору для прохождения ГИА, соответствующих указанным профилям обучения;</w:t>
      </w:r>
    </w:p>
    <w:p w:rsidR="00E9522B" w:rsidRPr="00B67AF7" w:rsidRDefault="00E9522B" w:rsidP="00E9522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электронных источников информации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ГИА-9, 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числе:</w:t>
      </w:r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федеральный портал «Российское образование» </w:t>
      </w:r>
      <w:hyperlink r:id="rId8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http</w:t>
        </w:r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://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edu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.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/</w:t>
        </w:r>
      </w:hyperlink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портал основного государственного экзамена </w:t>
      </w:r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http</w:t>
      </w:r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://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gia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.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edu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.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ru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/</w:t>
      </w:r>
      <w:proofErr w:type="spellStart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val="en-US" w:eastAsia="ru-RU"/>
        </w:rPr>
        <w:t>ru</w:t>
      </w:r>
      <w:proofErr w:type="spellEnd"/>
      <w:r w:rsidR="008024E6" w:rsidRPr="00B67AF7"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  <w:t>/</w:t>
      </w:r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портал Федерального института педагогических измерений </w:t>
      </w:r>
      <w:hyperlink r:id="rId9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http</w:t>
        </w:r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://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fipi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.</w:t>
        </w:r>
        <w:proofErr w:type="spellStart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val="en-US" w:eastAsia="ru-RU"/>
          </w:rPr>
          <w:t>ru</w:t>
        </w:r>
        <w:proofErr w:type="spellEnd"/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/</w:t>
        </w:r>
      </w:hyperlink>
    </w:p>
    <w:p w:rsidR="00E9522B" w:rsidRPr="00B67AF7" w:rsidRDefault="00E9522B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электронный справочник «СУЗЫ по России» </w:t>
      </w:r>
      <w:hyperlink r:id="rId10" w:history="1">
        <w:r w:rsidRPr="00B67AF7">
          <w:rPr>
            <w:rFonts w:ascii="Times New Roman" w:eastAsia="Times New Roman" w:hAnsi="Times New Roman" w:cs="Times New Roman"/>
            <w:color w:val="428BCA"/>
            <w:sz w:val="28"/>
            <w:szCs w:val="28"/>
            <w:u w:val="single"/>
            <w:lang w:eastAsia="ru-RU"/>
          </w:rPr>
          <w:t>http://www.edu.ru/abitur/act.17/index.php</w:t>
        </w:r>
      </w:hyperlink>
    </w:p>
    <w:p w:rsidR="00963545" w:rsidRPr="00B67AF7" w:rsidRDefault="00963545" w:rsidP="00B67AF7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образования, науки и молодежной политики Краснодарского края </w:t>
      </w:r>
      <w:hyperlink r:id="rId11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https://minobr.krasnodar.ru/</w:t>
        </w:r>
      </w:hyperlink>
    </w:p>
    <w:p w:rsidR="00963545" w:rsidRPr="00B67AF7" w:rsidRDefault="00963545" w:rsidP="00B67AF7">
      <w:pPr>
        <w:pStyle w:val="ac"/>
        <w:numPr>
          <w:ilvl w:val="0"/>
          <w:numId w:val="2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ГКУ КК Центра оценки качества образования </w:t>
      </w:r>
      <w:hyperlink r:id="rId12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www.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kubannet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63545" w:rsidRPr="00B67AF7" w:rsidRDefault="00963545" w:rsidP="00B67A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428BCA"/>
          <w:sz w:val="28"/>
          <w:szCs w:val="28"/>
          <w:u w:val="single"/>
          <w:lang w:eastAsia="ru-RU"/>
        </w:rPr>
      </w:pPr>
    </w:p>
    <w:p w:rsidR="003D7311" w:rsidRPr="00B67AF7" w:rsidRDefault="003D7311" w:rsidP="003D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перечень электронных источников информации по ГИА-11, в том числе:</w:t>
      </w:r>
    </w:p>
    <w:p w:rsidR="00963545" w:rsidRPr="00B67AF7" w:rsidRDefault="00963545" w:rsidP="00963545">
      <w:pPr>
        <w:pStyle w:val="ac"/>
        <w:numPr>
          <w:ilvl w:val="0"/>
          <w:numId w:val="30"/>
        </w:numPr>
        <w:tabs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федеральный портал «Российское образование» </w:t>
      </w:r>
      <w:hyperlink r:id="rId13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портал единого государственного экзамена </w:t>
      </w:r>
      <w:hyperlink r:id="rId14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ege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edu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портал Федерального института педагогических измерений </w:t>
      </w:r>
      <w:hyperlink r:id="rId15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fipi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министерства образования, науки и молодежной политики Краснодарского края </w:t>
      </w:r>
      <w:hyperlink r:id="rId16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https://minobr.krasnodar.ru/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официальный сайт ГКУ КК Центра оценки качества образования </w:t>
      </w:r>
      <w:hyperlink r:id="rId17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www.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gas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kubannet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электронный справочник «Все ВУЗы России» </w:t>
      </w:r>
      <w:hyperlink r:id="rId18" w:history="1"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http</w:t>
        </w:r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vse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vuzy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67AF7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/</w:t>
        </w:r>
      </w:hyperlink>
    </w:p>
    <w:p w:rsidR="00963545" w:rsidRPr="00B67AF7" w:rsidRDefault="00963545" w:rsidP="00963545">
      <w:pPr>
        <w:numPr>
          <w:ilvl w:val="0"/>
          <w:numId w:val="30"/>
        </w:numPr>
        <w:tabs>
          <w:tab w:val="num" w:pos="720"/>
          <w:tab w:val="left" w:pos="851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67AF7">
        <w:rPr>
          <w:rFonts w:ascii="Times New Roman" w:hAnsi="Times New Roman" w:cs="Times New Roman"/>
          <w:sz w:val="28"/>
          <w:szCs w:val="28"/>
        </w:rPr>
        <w:t xml:space="preserve">электронный справочник «СУЗЫ по </w:t>
      </w:r>
      <w:proofErr w:type="gramStart"/>
      <w:r w:rsidRPr="00B67AF7">
        <w:rPr>
          <w:rFonts w:ascii="Times New Roman" w:hAnsi="Times New Roman" w:cs="Times New Roman"/>
          <w:sz w:val="28"/>
          <w:szCs w:val="28"/>
        </w:rPr>
        <w:t xml:space="preserve">России»   </w:t>
      </w:r>
      <w:proofErr w:type="gramEnd"/>
      <w:r w:rsidRPr="00B67AF7">
        <w:rPr>
          <w:rFonts w:ascii="Times New Roman" w:hAnsi="Times New Roman" w:cs="Times New Roman"/>
          <w:sz w:val="28"/>
          <w:szCs w:val="28"/>
        </w:rPr>
        <w:t xml:space="preserve"> </w:t>
      </w:r>
      <w:hyperlink r:id="rId19" w:history="1">
        <w:r w:rsidRPr="00B67AF7">
          <w:rPr>
            <w:rStyle w:val="ad"/>
            <w:rFonts w:ascii="Times New Roman" w:hAnsi="Times New Roman" w:cs="Times New Roman"/>
            <w:sz w:val="28"/>
            <w:szCs w:val="28"/>
          </w:rPr>
          <w:t>http://www.edu.ru/abitur/act.17/index.php</w:t>
        </w:r>
      </w:hyperlink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Информационный блок должен быть расположен в хорошо освещенном, доступном для обучающихся и их родителей (законных представителей) месте, на высоте, позволяющей ознакомиться с содержанием всего блока.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Заголовок информационного блока, например, «ГОСУДАРСТВЕННАЯ ИТОГОВАЯ АТТЕСТАЦИЯ - 9 класс», должен быть броским, четким, заметным. Каждый раздел информационного блока должен иметь название, отражающее его содержание.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Структура блока должна позволять изменять и дополнять информационный материал в процессе учебного года. Для этого каждый документ (материал) должен быть помещен в отдельную файловую папку с</w:t>
      </w:r>
      <w:r w:rsid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 на первой странице наименования документа (материала) и его реквизитов.</w:t>
      </w:r>
    </w:p>
    <w:p w:rsidR="00DD415D" w:rsidRPr="00B67AF7" w:rsidRDefault="00E9522B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Информационный блок 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ГИА-9 </w:t>
      </w:r>
      <w:r w:rsidR="00DD415D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должен содержать документы (материалы) по обеим формам проведения: ОГЭ</w:t>
      </w: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ГВЭ</w:t>
      </w:r>
      <w:r w:rsidR="003D7311"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-9 </w:t>
      </w:r>
    </w:p>
    <w:p w:rsidR="003D7311" w:rsidRPr="00DD415D" w:rsidRDefault="003D7311" w:rsidP="003D73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67AF7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Информационный блок ГИА-11 должен содержать документы (материалы) по обеим формам проведения: ЕГЭ и ГВЭ-11.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D7311" w:rsidRDefault="003D7311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AF7" w:rsidRDefault="00B67AF7" w:rsidP="007452F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7AF7" w:rsidRDefault="00B67AF7" w:rsidP="00B67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ГКУ КК</w:t>
      </w:r>
    </w:p>
    <w:p w:rsidR="00B67AF7" w:rsidRPr="00DD415D" w:rsidRDefault="00B67AF7" w:rsidP="00B67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Центра оценки качества образования                                                    И.Р. Карамов</w:t>
      </w:r>
    </w:p>
    <w:sectPr w:rsidR="00B67AF7" w:rsidRPr="00DD415D" w:rsidSect="008615D1">
      <w:headerReference w:type="default" r:id="rId20"/>
      <w:footerReference w:type="default" r:id="rId21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6CB5" w:rsidRDefault="00456CB5" w:rsidP="00674175">
      <w:pPr>
        <w:spacing w:after="0" w:line="240" w:lineRule="auto"/>
      </w:pPr>
      <w:r>
        <w:separator/>
      </w:r>
    </w:p>
  </w:endnote>
  <w:endnote w:type="continuationSeparator" w:id="0">
    <w:p w:rsidR="00456CB5" w:rsidRDefault="00456CB5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6CB5" w:rsidRDefault="00456CB5" w:rsidP="00674175">
      <w:pPr>
        <w:spacing w:after="0" w:line="240" w:lineRule="auto"/>
      </w:pPr>
      <w:r>
        <w:separator/>
      </w:r>
    </w:p>
  </w:footnote>
  <w:footnote w:type="continuationSeparator" w:id="0">
    <w:p w:rsidR="00456CB5" w:rsidRDefault="00456CB5" w:rsidP="006741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226758020"/>
      <w:docPartObj>
        <w:docPartGallery w:val="Page Numbers (Top of Page)"/>
        <w:docPartUnique/>
      </w:docPartObj>
    </w:sdtPr>
    <w:sdtContent>
      <w:p w:rsidR="008615D1" w:rsidRDefault="008615D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8615D1" w:rsidRDefault="008615D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9F1D7C"/>
    <w:multiLevelType w:val="hybridMultilevel"/>
    <w:tmpl w:val="8CBECAE4"/>
    <w:lvl w:ilvl="0" w:tplc="0C928458">
      <w:start w:val="5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D8D09D5"/>
    <w:multiLevelType w:val="hybridMultilevel"/>
    <w:tmpl w:val="B06EF454"/>
    <w:lvl w:ilvl="0" w:tplc="29446524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7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1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3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6">
    <w:nsid w:val="66936DDB"/>
    <w:multiLevelType w:val="hybridMultilevel"/>
    <w:tmpl w:val="F24CD990"/>
    <w:lvl w:ilvl="0" w:tplc="9F7269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2"/>
  </w:num>
  <w:num w:numId="2">
    <w:abstractNumId w:val="19"/>
  </w:num>
  <w:num w:numId="3">
    <w:abstractNumId w:val="0"/>
  </w:num>
  <w:num w:numId="4">
    <w:abstractNumId w:val="14"/>
  </w:num>
  <w:num w:numId="5">
    <w:abstractNumId w:val="17"/>
  </w:num>
  <w:num w:numId="6">
    <w:abstractNumId w:val="6"/>
  </w:num>
  <w:num w:numId="7">
    <w:abstractNumId w:val="3"/>
  </w:num>
  <w:num w:numId="8">
    <w:abstractNumId w:val="8"/>
  </w:num>
  <w:num w:numId="9">
    <w:abstractNumId w:val="2"/>
  </w:num>
  <w:num w:numId="10">
    <w:abstractNumId w:val="9"/>
  </w:num>
  <w:num w:numId="11">
    <w:abstractNumId w:val="18"/>
  </w:num>
  <w:num w:numId="12">
    <w:abstractNumId w:val="28"/>
  </w:num>
  <w:num w:numId="13">
    <w:abstractNumId w:val="21"/>
  </w:num>
  <w:num w:numId="14">
    <w:abstractNumId w:val="29"/>
  </w:num>
  <w:num w:numId="15">
    <w:abstractNumId w:val="4"/>
  </w:num>
  <w:num w:numId="16">
    <w:abstractNumId w:val="5"/>
  </w:num>
  <w:num w:numId="17">
    <w:abstractNumId w:val="12"/>
  </w:num>
  <w:num w:numId="18">
    <w:abstractNumId w:val="11"/>
  </w:num>
  <w:num w:numId="19">
    <w:abstractNumId w:val="24"/>
  </w:num>
  <w:num w:numId="20">
    <w:abstractNumId w:val="10"/>
  </w:num>
  <w:num w:numId="21">
    <w:abstractNumId w:val="15"/>
  </w:num>
  <w:num w:numId="22">
    <w:abstractNumId w:val="25"/>
  </w:num>
  <w:num w:numId="23">
    <w:abstractNumId w:val="20"/>
  </w:num>
  <w:num w:numId="24">
    <w:abstractNumId w:val="7"/>
  </w:num>
  <w:num w:numId="25">
    <w:abstractNumId w:val="23"/>
  </w:num>
  <w:num w:numId="26">
    <w:abstractNumId w:val="27"/>
  </w:num>
  <w:num w:numId="27">
    <w:abstractNumId w:val="1"/>
  </w:num>
  <w:num w:numId="28">
    <w:abstractNumId w:val="16"/>
  </w:num>
  <w:num w:numId="29">
    <w:abstractNumId w:val="13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5B9"/>
    <w:rsid w:val="00016A55"/>
    <w:rsid w:val="0005338F"/>
    <w:rsid w:val="000623CF"/>
    <w:rsid w:val="00097B61"/>
    <w:rsid w:val="000A173D"/>
    <w:rsid w:val="000D28BD"/>
    <w:rsid w:val="000D51D3"/>
    <w:rsid w:val="000F14E6"/>
    <w:rsid w:val="00101774"/>
    <w:rsid w:val="00104EC6"/>
    <w:rsid w:val="001166EE"/>
    <w:rsid w:val="001B6F14"/>
    <w:rsid w:val="001D1094"/>
    <w:rsid w:val="001F6BF5"/>
    <w:rsid w:val="00203AEB"/>
    <w:rsid w:val="00205DD1"/>
    <w:rsid w:val="0022513F"/>
    <w:rsid w:val="00251697"/>
    <w:rsid w:val="00251B01"/>
    <w:rsid w:val="002919DF"/>
    <w:rsid w:val="002B5C99"/>
    <w:rsid w:val="002C077B"/>
    <w:rsid w:val="002C770E"/>
    <w:rsid w:val="00310242"/>
    <w:rsid w:val="003264D1"/>
    <w:rsid w:val="0032665C"/>
    <w:rsid w:val="003308A9"/>
    <w:rsid w:val="00341E67"/>
    <w:rsid w:val="00343E95"/>
    <w:rsid w:val="00352C10"/>
    <w:rsid w:val="00370655"/>
    <w:rsid w:val="003B7261"/>
    <w:rsid w:val="003D0476"/>
    <w:rsid w:val="003D668A"/>
    <w:rsid w:val="003D7311"/>
    <w:rsid w:val="003F02BE"/>
    <w:rsid w:val="004141EE"/>
    <w:rsid w:val="00414417"/>
    <w:rsid w:val="00456CB5"/>
    <w:rsid w:val="00482EBE"/>
    <w:rsid w:val="00485F08"/>
    <w:rsid w:val="004A5027"/>
    <w:rsid w:val="004C04E4"/>
    <w:rsid w:val="004E414F"/>
    <w:rsid w:val="004F7BAE"/>
    <w:rsid w:val="0050331B"/>
    <w:rsid w:val="00512FB5"/>
    <w:rsid w:val="00547CE7"/>
    <w:rsid w:val="00565CA7"/>
    <w:rsid w:val="005710A2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84295"/>
    <w:rsid w:val="006905DA"/>
    <w:rsid w:val="006A0E47"/>
    <w:rsid w:val="006B04B8"/>
    <w:rsid w:val="006B32E8"/>
    <w:rsid w:val="006B44BD"/>
    <w:rsid w:val="006E0E56"/>
    <w:rsid w:val="00731750"/>
    <w:rsid w:val="00735AC0"/>
    <w:rsid w:val="007452F5"/>
    <w:rsid w:val="00751A0B"/>
    <w:rsid w:val="00760EE0"/>
    <w:rsid w:val="007E13BA"/>
    <w:rsid w:val="007F21EB"/>
    <w:rsid w:val="008024E6"/>
    <w:rsid w:val="008158FE"/>
    <w:rsid w:val="00825DC5"/>
    <w:rsid w:val="00837A5F"/>
    <w:rsid w:val="008615D1"/>
    <w:rsid w:val="00866600"/>
    <w:rsid w:val="00872ADC"/>
    <w:rsid w:val="008A1608"/>
    <w:rsid w:val="008C3F5D"/>
    <w:rsid w:val="008F15EF"/>
    <w:rsid w:val="008F67C2"/>
    <w:rsid w:val="00963545"/>
    <w:rsid w:val="00980607"/>
    <w:rsid w:val="00981960"/>
    <w:rsid w:val="009843B1"/>
    <w:rsid w:val="009A01C9"/>
    <w:rsid w:val="009E7740"/>
    <w:rsid w:val="009F092A"/>
    <w:rsid w:val="00A43583"/>
    <w:rsid w:val="00A531E0"/>
    <w:rsid w:val="00A579FA"/>
    <w:rsid w:val="00A64C84"/>
    <w:rsid w:val="00A95026"/>
    <w:rsid w:val="00B00A88"/>
    <w:rsid w:val="00B027CB"/>
    <w:rsid w:val="00B67AF7"/>
    <w:rsid w:val="00B84CFF"/>
    <w:rsid w:val="00B9212E"/>
    <w:rsid w:val="00B9226A"/>
    <w:rsid w:val="00BA25F3"/>
    <w:rsid w:val="00BB27B5"/>
    <w:rsid w:val="00BB29E9"/>
    <w:rsid w:val="00BB2DA0"/>
    <w:rsid w:val="00BD4716"/>
    <w:rsid w:val="00C05BD6"/>
    <w:rsid w:val="00C365F0"/>
    <w:rsid w:val="00C406D3"/>
    <w:rsid w:val="00CB5876"/>
    <w:rsid w:val="00D071E6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30889"/>
    <w:rsid w:val="00E45394"/>
    <w:rsid w:val="00E841FD"/>
    <w:rsid w:val="00E85B90"/>
    <w:rsid w:val="00E87B0D"/>
    <w:rsid w:val="00E9522B"/>
    <w:rsid w:val="00EA0576"/>
    <w:rsid w:val="00EB720B"/>
    <w:rsid w:val="00EE00C8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character" w:styleId="ad">
    <w:name w:val="Hyperlink"/>
    <w:rsid w:val="00963545"/>
    <w:rPr>
      <w:strike w:val="0"/>
      <w:dstrike w:val="0"/>
      <w:color w:val="428BCA"/>
      <w:u w:val="single"/>
      <w:effect w:val="none"/>
    </w:rPr>
  </w:style>
  <w:style w:type="paragraph" w:customStyle="1" w:styleId="1">
    <w:name w:val="Абзац списка1"/>
    <w:basedOn w:val="a"/>
    <w:rsid w:val="00B67AF7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du.ru/" TargetMode="External"/><Relationship Id="rId13" Type="http://schemas.openxmlformats.org/officeDocument/2006/relationships/hyperlink" Target="http://edu.ru/" TargetMode="External"/><Relationship Id="rId18" Type="http://schemas.openxmlformats.org/officeDocument/2006/relationships/hyperlink" Target="http://vse-vuzy.ru/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www.gas.kubannet.ru" TargetMode="External"/><Relationship Id="rId17" Type="http://schemas.openxmlformats.org/officeDocument/2006/relationships/hyperlink" Target="http://www.gas.kubannet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minobr.krasnodar.ru/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minobr.krasnodar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ipi.ru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edu.ru/abitur/act.17/index.php" TargetMode="External"/><Relationship Id="rId19" Type="http://schemas.openxmlformats.org/officeDocument/2006/relationships/hyperlink" Target="http://www.edu.ru/abitur/act.17/index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ipi.ru/" TargetMode="External"/><Relationship Id="rId14" Type="http://schemas.openxmlformats.org/officeDocument/2006/relationships/hyperlink" Target="http://ege.edu.ru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27524-16EA-4B3B-A3B0-C74B668CF6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601</Words>
  <Characters>3427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User</cp:lastModifiedBy>
  <cp:revision>10</cp:revision>
  <cp:lastPrinted>2018-09-25T07:40:00Z</cp:lastPrinted>
  <dcterms:created xsi:type="dcterms:W3CDTF">2018-09-12T14:40:00Z</dcterms:created>
  <dcterms:modified xsi:type="dcterms:W3CDTF">2018-09-25T07:41:00Z</dcterms:modified>
</cp:coreProperties>
</file>